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B5857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B5857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B5857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B5857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E649D5B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F3610-E87E-46F4-885D-3FF6E68BCC19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381</TotalTime>
  <Pages>2</Pages>
  <Words>315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2021-01-29T14:16:00Z</dcterms:created>
  <dcterms:modified xsi:type="dcterms:W3CDTF">2023-12-22T07:21:00Z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